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3818444" w14:textId="77777777" w:rsidTr="009027D5">
        <w:tc>
          <w:tcPr>
            <w:tcW w:w="1398" w:type="dxa"/>
          </w:tcPr>
          <w:p w14:paraId="13818441" w14:textId="77777777" w:rsidR="00757AC7" w:rsidRPr="009039D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3818442" w14:textId="77777777" w:rsidR="00757AC7" w:rsidRPr="009039D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3818443" w14:textId="77777777" w:rsidR="00757AC7" w:rsidRPr="009039DF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9039DF" w14:paraId="1381845C" w14:textId="77777777" w:rsidTr="00610F7D">
        <w:tc>
          <w:tcPr>
            <w:tcW w:w="1398" w:type="dxa"/>
          </w:tcPr>
          <w:p w14:paraId="13818445" w14:textId="18EEBF70" w:rsidR="009039DF" w:rsidRPr="009039DF" w:rsidRDefault="00D318F2" w:rsidP="009039D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281705</w:t>
            </w:r>
            <w:r w:rsidR="004F005D">
              <w:rPr>
                <w:rFonts w:ascii="Poppins" w:hAnsi="Poppins" w:cs="Poppins"/>
                <w:sz w:val="20"/>
              </w:rPr>
              <w:t>60</w:t>
            </w:r>
          </w:p>
        </w:tc>
        <w:tc>
          <w:tcPr>
            <w:tcW w:w="2297" w:type="dxa"/>
          </w:tcPr>
          <w:p w14:paraId="13818447" w14:textId="3A62E9A2" w:rsidR="009039DF" w:rsidRPr="009039DF" w:rsidRDefault="00B16568" w:rsidP="004F6EF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accumulo inerziale Hydro Kit ITM-25 sotto pompa di calore </w:t>
            </w:r>
            <w:r w:rsidR="00566F05">
              <w:rPr>
                <w:rFonts w:ascii="Poppins" w:hAnsi="Poppins" w:cs="Poppins"/>
                <w:sz w:val="20"/>
              </w:rPr>
              <w:t>Mirai SMI</w:t>
            </w:r>
            <w:r>
              <w:rPr>
                <w:rFonts w:ascii="Poppins" w:hAnsi="Poppins" w:cs="Poppins"/>
                <w:sz w:val="20"/>
              </w:rPr>
              <w:t xml:space="preserve"> EH0618DC</w:t>
            </w:r>
          </w:p>
        </w:tc>
        <w:tc>
          <w:tcPr>
            <w:tcW w:w="5803" w:type="dxa"/>
          </w:tcPr>
          <w:p w14:paraId="1DA5DB1C" w14:textId="0E9AB8B0" w:rsidR="00B16568" w:rsidRDefault="00E716EF" w:rsidP="009039D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Il k</w:t>
            </w:r>
            <w:r w:rsidR="00B16568">
              <w:rPr>
                <w:rFonts w:ascii="Poppins" w:hAnsi="Poppins" w:cs="Poppins"/>
                <w:sz w:val="20"/>
              </w:rPr>
              <w:t>it di accumulo inerziale H</w:t>
            </w:r>
            <w:r w:rsidR="00566F05">
              <w:rPr>
                <w:rFonts w:ascii="Poppins" w:hAnsi="Poppins" w:cs="Poppins"/>
                <w:sz w:val="20"/>
              </w:rPr>
              <w:t>ydro</w:t>
            </w:r>
            <w:r w:rsidR="00B16568">
              <w:rPr>
                <w:rFonts w:ascii="Poppins" w:hAnsi="Poppins" w:cs="Poppins"/>
                <w:sz w:val="20"/>
              </w:rPr>
              <w:t xml:space="preserve"> K</w:t>
            </w:r>
            <w:r w:rsidR="00566F05">
              <w:rPr>
                <w:rFonts w:ascii="Poppins" w:hAnsi="Poppins" w:cs="Poppins"/>
                <w:sz w:val="20"/>
              </w:rPr>
              <w:t>it</w:t>
            </w:r>
            <w:r w:rsidR="00B16568">
              <w:rPr>
                <w:rFonts w:ascii="Poppins" w:hAnsi="Poppins" w:cs="Poppins"/>
                <w:sz w:val="20"/>
              </w:rPr>
              <w:t xml:space="preserve"> modello ITM-25 per pompa di calore </w:t>
            </w:r>
            <w:r w:rsidR="00566F05">
              <w:rPr>
                <w:rFonts w:ascii="Poppins" w:hAnsi="Poppins" w:cs="Poppins"/>
                <w:sz w:val="20"/>
              </w:rPr>
              <w:t>Mirai SMI</w:t>
            </w:r>
            <w:r w:rsidR="00B16568">
              <w:rPr>
                <w:rFonts w:ascii="Poppins" w:hAnsi="Poppins" w:cs="Poppins"/>
                <w:sz w:val="20"/>
              </w:rPr>
              <w:t xml:space="preserve"> EH0618DC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="00B16568">
              <w:rPr>
                <w:rFonts w:ascii="Poppins" w:hAnsi="Poppins" w:cs="Poppins"/>
                <w:sz w:val="20"/>
              </w:rPr>
              <w:t>è stato progettato per essere installato sotto la pompa di calore</w:t>
            </w:r>
            <w:r>
              <w:rPr>
                <w:rFonts w:ascii="Poppins" w:hAnsi="Poppins" w:cs="Poppins"/>
                <w:sz w:val="20"/>
              </w:rPr>
              <w:t xml:space="preserve"> per minimizzare i cicli di acceso/spento e </w:t>
            </w:r>
            <w:r w:rsidR="00D13602">
              <w:rPr>
                <w:rFonts w:ascii="Poppins" w:hAnsi="Poppins" w:cs="Poppins"/>
                <w:sz w:val="20"/>
              </w:rPr>
              <w:t>garantire</w:t>
            </w:r>
            <w:r>
              <w:rPr>
                <w:rFonts w:ascii="Poppins" w:hAnsi="Poppins" w:cs="Poppins"/>
                <w:sz w:val="20"/>
              </w:rPr>
              <w:t xml:space="preserve"> il contenuto minimo di acqua nell’impianto.</w:t>
            </w:r>
          </w:p>
          <w:p w14:paraId="3EBAA1D9" w14:textId="77777777" w:rsidR="00006F3C" w:rsidRDefault="00006F3C" w:rsidP="009039D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D5524E" w14:textId="77777777" w:rsidR="00006F3C" w:rsidRDefault="00006F3C" w:rsidP="00766AAB">
            <w:pPr>
              <w:jc w:val="both"/>
              <w:rPr>
                <w:rFonts w:ascii="Poppins" w:hAnsi="Poppins" w:cs="Poppins"/>
                <w:sz w:val="20"/>
              </w:rPr>
            </w:pPr>
            <w:r w:rsidRPr="00006F3C">
              <w:rPr>
                <w:rFonts w:ascii="Poppins" w:hAnsi="Poppins" w:cs="Poppins"/>
                <w:sz w:val="20"/>
              </w:rPr>
              <w:t>Il kit contiene i componenti indispensabili per l'installazione idraulica delle pompe di calore:</w:t>
            </w:r>
          </w:p>
          <w:p w14:paraId="7E9CE364" w14:textId="7DD31AD9" w:rsidR="008F0A92" w:rsidRPr="004F005D" w:rsidRDefault="008F0A9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 xml:space="preserve">Accumulo inerziale da </w:t>
            </w:r>
            <w:r w:rsidR="00A865A3" w:rsidRPr="004F005D">
              <w:rPr>
                <w:rFonts w:ascii="Poppins" w:hAnsi="Poppins" w:cs="Poppins"/>
              </w:rPr>
              <w:t>26</w:t>
            </w:r>
            <w:r w:rsidRPr="004F005D">
              <w:rPr>
                <w:rFonts w:ascii="Poppins" w:hAnsi="Poppins" w:cs="Poppins"/>
              </w:rPr>
              <w:t xml:space="preserve"> </w:t>
            </w:r>
            <w:r w:rsidR="00A865A3" w:rsidRPr="004F005D">
              <w:rPr>
                <w:rFonts w:ascii="Poppins" w:hAnsi="Poppins" w:cs="Poppins"/>
              </w:rPr>
              <w:t>l</w:t>
            </w:r>
            <w:r w:rsidR="00006F3C" w:rsidRPr="004F005D">
              <w:rPr>
                <w:rFonts w:ascii="Poppins" w:hAnsi="Poppins" w:cs="Poppins"/>
              </w:rPr>
              <w:t>itri</w:t>
            </w:r>
          </w:p>
          <w:p w14:paraId="2C17CB55" w14:textId="0730BADD" w:rsidR="008F0A92" w:rsidRPr="004F005D" w:rsidRDefault="008F0A9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Vaso di espansione da 10 l</w:t>
            </w:r>
            <w:r w:rsidR="00006F3C" w:rsidRPr="004F005D">
              <w:rPr>
                <w:rFonts w:ascii="Poppins" w:hAnsi="Poppins" w:cs="Poppins"/>
              </w:rPr>
              <w:t>itri</w:t>
            </w:r>
          </w:p>
          <w:p w14:paraId="360C5519" w14:textId="1F1FE4A5" w:rsidR="008F0A92" w:rsidRPr="004F005D" w:rsidRDefault="008F0A9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Manometro 0</w:t>
            </w:r>
            <w:r w:rsidR="004F005D">
              <w:rPr>
                <w:rFonts w:ascii="Poppins" w:hAnsi="Poppins" w:cs="Poppins"/>
              </w:rPr>
              <w:t xml:space="preserve"> - </w:t>
            </w:r>
            <w:r w:rsidRPr="004F005D">
              <w:rPr>
                <w:rFonts w:ascii="Poppins" w:hAnsi="Poppins" w:cs="Poppins"/>
              </w:rPr>
              <w:t>10 bar</w:t>
            </w:r>
          </w:p>
          <w:p w14:paraId="18B06FF6" w14:textId="5E05DAC5" w:rsidR="00E716EF" w:rsidRPr="004F005D" w:rsidRDefault="00E716EF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Valvola di sfiato aria</w:t>
            </w:r>
          </w:p>
          <w:p w14:paraId="6D634AEB" w14:textId="63D708AD" w:rsidR="008F0A92" w:rsidRPr="004F005D" w:rsidRDefault="008F0A9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Filtro a</w:t>
            </w:r>
            <w:r w:rsidR="00006F3C" w:rsidRPr="004F005D">
              <w:rPr>
                <w:rFonts w:ascii="Poppins" w:hAnsi="Poppins" w:cs="Poppins"/>
              </w:rPr>
              <w:t>cqua</w:t>
            </w:r>
          </w:p>
          <w:p w14:paraId="6C1D459D" w14:textId="6D3B29E7" w:rsidR="00A865A3" w:rsidRPr="004F005D" w:rsidRDefault="00A865A3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Predisposizione per installazione misuratore di portata</w:t>
            </w:r>
          </w:p>
          <w:p w14:paraId="369498DA" w14:textId="77777777" w:rsidR="00A865A3" w:rsidRPr="009039DF" w:rsidRDefault="00A865A3" w:rsidP="009039D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4D" w14:textId="77777777" w:rsidR="009039DF" w:rsidRPr="00766AAB" w:rsidRDefault="009039DF" w:rsidP="009039D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66AA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81E45B4" w14:textId="105A8FCF" w:rsidR="008F0A9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Classe di efficienza energetica: C</w:t>
            </w:r>
          </w:p>
          <w:p w14:paraId="45264438" w14:textId="599DB337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Dispersion</w:t>
            </w:r>
            <w:r w:rsidR="00006F3C" w:rsidRPr="004F005D">
              <w:rPr>
                <w:rFonts w:ascii="Poppins" w:hAnsi="Poppins" w:cs="Poppins"/>
              </w:rPr>
              <w:t>e specifica</w:t>
            </w:r>
            <w:r w:rsidRPr="004F005D">
              <w:rPr>
                <w:rFonts w:ascii="Poppins" w:hAnsi="Poppins" w:cs="Poppins"/>
              </w:rPr>
              <w:t>: 40 W (EN 12897:2020)</w:t>
            </w:r>
          </w:p>
          <w:p w14:paraId="1608E3E7" w14:textId="58FC0708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Volume nominale</w:t>
            </w:r>
            <w:r w:rsidR="00006F3C" w:rsidRPr="004F005D">
              <w:rPr>
                <w:rFonts w:ascii="Poppins" w:hAnsi="Poppins" w:cs="Poppins"/>
              </w:rPr>
              <w:t xml:space="preserve"> (utile)</w:t>
            </w:r>
            <w:r w:rsidRPr="004F005D">
              <w:rPr>
                <w:rFonts w:ascii="Poppins" w:hAnsi="Poppins" w:cs="Poppins"/>
              </w:rPr>
              <w:t xml:space="preserve"> dell’accumulo: 26 </w:t>
            </w:r>
            <w:r w:rsidR="00A865A3" w:rsidRPr="004F005D">
              <w:rPr>
                <w:rFonts w:ascii="Poppins" w:hAnsi="Poppins" w:cs="Poppins"/>
              </w:rPr>
              <w:t>l</w:t>
            </w:r>
            <w:r w:rsidR="00006F3C" w:rsidRPr="004F005D">
              <w:rPr>
                <w:rFonts w:ascii="Poppins" w:hAnsi="Poppins" w:cs="Poppins"/>
              </w:rPr>
              <w:t>itri</w:t>
            </w:r>
          </w:p>
          <w:p w14:paraId="024E38EB" w14:textId="40C6AEAB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Pressione massima di progetto: 3 bar</w:t>
            </w:r>
          </w:p>
          <w:p w14:paraId="1A607201" w14:textId="63A7CA46" w:rsidR="00006F3C" w:rsidRPr="004F005D" w:rsidRDefault="00006F3C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Pressione i prova: 6 bar</w:t>
            </w:r>
          </w:p>
          <w:p w14:paraId="3AA431F1" w14:textId="5215EAD2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Temperatura massima di sicurezza: 95°C</w:t>
            </w:r>
          </w:p>
          <w:p w14:paraId="4547F286" w14:textId="4A16DEA8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Dimensioni (</w:t>
            </w:r>
            <w:proofErr w:type="spellStart"/>
            <w:r w:rsidRPr="004F005D">
              <w:rPr>
                <w:rFonts w:ascii="Poppins" w:hAnsi="Poppins" w:cs="Poppins"/>
              </w:rPr>
              <w:t>LxPxH</w:t>
            </w:r>
            <w:proofErr w:type="spellEnd"/>
            <w:r w:rsidRPr="004F005D">
              <w:rPr>
                <w:rFonts w:ascii="Poppins" w:hAnsi="Poppins" w:cs="Poppins"/>
              </w:rPr>
              <w:t>): 1003x437x502 mm</w:t>
            </w:r>
          </w:p>
          <w:p w14:paraId="40206BE0" w14:textId="27600949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Peso (senza acqua): 44 kg</w:t>
            </w:r>
          </w:p>
          <w:p w14:paraId="0D4F3385" w14:textId="2C8C81A2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Temperatura</w:t>
            </w:r>
            <w:r w:rsidR="00A865A3" w:rsidRPr="004F005D">
              <w:rPr>
                <w:rFonts w:ascii="Poppins" w:hAnsi="Poppins" w:cs="Poppins"/>
              </w:rPr>
              <w:t xml:space="preserve"> esterna di lavoro</w:t>
            </w:r>
            <w:r w:rsidRPr="004F005D">
              <w:rPr>
                <w:rFonts w:ascii="Poppins" w:hAnsi="Poppins" w:cs="Poppins"/>
              </w:rPr>
              <w:t>: 0</w:t>
            </w:r>
            <w:r w:rsidR="004F005D">
              <w:rPr>
                <w:rFonts w:ascii="Poppins" w:hAnsi="Poppins" w:cs="Poppins"/>
              </w:rPr>
              <w:t xml:space="preserve"> - </w:t>
            </w:r>
            <w:r w:rsidRPr="004F005D">
              <w:rPr>
                <w:rFonts w:ascii="Poppins" w:hAnsi="Poppins" w:cs="Poppins"/>
              </w:rPr>
              <w:t>40 °C</w:t>
            </w:r>
          </w:p>
          <w:p w14:paraId="6C8798D9" w14:textId="6CB63AB5" w:rsidR="00D13602" w:rsidRPr="004F005D" w:rsidRDefault="00D13602" w:rsidP="004F005D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F005D">
              <w:rPr>
                <w:rFonts w:ascii="Poppins" w:hAnsi="Poppins" w:cs="Poppins"/>
              </w:rPr>
              <w:t>Temperatura acqua: 5</w:t>
            </w:r>
            <w:r w:rsidR="004F005D">
              <w:rPr>
                <w:rFonts w:ascii="Poppins" w:hAnsi="Poppins" w:cs="Poppins"/>
              </w:rPr>
              <w:t xml:space="preserve"> - </w:t>
            </w:r>
            <w:r w:rsidRPr="004F005D">
              <w:rPr>
                <w:rFonts w:ascii="Poppins" w:hAnsi="Poppins" w:cs="Poppins"/>
              </w:rPr>
              <w:t>60 °C</w:t>
            </w:r>
          </w:p>
          <w:p w14:paraId="4B3B6B3F" w14:textId="77777777" w:rsidR="00D13602" w:rsidRPr="00766AAB" w:rsidRDefault="00D13602" w:rsidP="00766AAB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1381845B" w14:textId="139E1FDC" w:rsidR="009039DF" w:rsidRPr="009039DF" w:rsidRDefault="009039DF" w:rsidP="006E7402">
            <w:pPr>
              <w:jc w:val="both"/>
              <w:rPr>
                <w:rFonts w:ascii="Poppins" w:hAnsi="Poppins" w:cs="Poppins"/>
                <w:sz w:val="20"/>
              </w:rPr>
            </w:pPr>
            <w:r w:rsidRPr="00766AAB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D318F2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4F005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766AAB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="00D13602" w:rsidRPr="00766AAB">
              <w:rPr>
                <w:rFonts w:ascii="Poppins" w:hAnsi="Poppins" w:cs="Poppins"/>
                <w:b/>
                <w:bCs/>
                <w:sz w:val="20"/>
              </w:rPr>
              <w:t xml:space="preserve">Kit accumulo inerziale Hydro Kit ITM-25 sotto pompa di calore </w:t>
            </w:r>
            <w:r w:rsidR="00566F05">
              <w:rPr>
                <w:rFonts w:ascii="Poppins" w:hAnsi="Poppins" w:cs="Poppins"/>
                <w:b/>
                <w:bCs/>
                <w:sz w:val="20"/>
              </w:rPr>
              <w:t>Mirai SMI</w:t>
            </w:r>
            <w:r w:rsidR="00D13602" w:rsidRPr="00766AAB">
              <w:rPr>
                <w:rFonts w:ascii="Poppins" w:hAnsi="Poppins" w:cs="Poppins"/>
                <w:b/>
                <w:bCs/>
                <w:sz w:val="20"/>
              </w:rPr>
              <w:t xml:space="preserve"> EH0618DC</w:t>
            </w:r>
            <w:r w:rsidR="006E740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766AAB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006F3C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D13602" w14:paraId="13818471" w14:textId="77777777" w:rsidTr="00610F7D">
        <w:tc>
          <w:tcPr>
            <w:tcW w:w="1398" w:type="dxa"/>
          </w:tcPr>
          <w:p w14:paraId="1381845D" w14:textId="4E9AA351" w:rsidR="00D13602" w:rsidRPr="009039DF" w:rsidRDefault="00D318F2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281705</w:t>
            </w:r>
            <w:r w:rsidR="00D8585D">
              <w:rPr>
                <w:rFonts w:ascii="Poppins" w:hAnsi="Poppins" w:cs="Poppins"/>
                <w:sz w:val="20"/>
              </w:rPr>
              <w:t>62</w:t>
            </w:r>
          </w:p>
        </w:tc>
        <w:tc>
          <w:tcPr>
            <w:tcW w:w="2297" w:type="dxa"/>
          </w:tcPr>
          <w:p w14:paraId="1381845E" w14:textId="2AB0213C" w:rsidR="00D13602" w:rsidRPr="009039DF" w:rsidRDefault="00D13602" w:rsidP="004F6EF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accumulo inerziale Hydro Kit ITM-25 sotto pompa di calore </w:t>
            </w:r>
            <w:r w:rsidR="004F6EF6">
              <w:rPr>
                <w:rFonts w:ascii="Poppins" w:hAnsi="Poppins" w:cs="Poppins"/>
                <w:sz w:val="20"/>
              </w:rPr>
              <w:t>Mirai SMI</w:t>
            </w:r>
            <w:r>
              <w:rPr>
                <w:rFonts w:ascii="Poppins" w:hAnsi="Poppins" w:cs="Poppins"/>
                <w:sz w:val="20"/>
              </w:rPr>
              <w:t xml:space="preserve"> EH1018DC</w:t>
            </w:r>
          </w:p>
        </w:tc>
        <w:tc>
          <w:tcPr>
            <w:tcW w:w="5803" w:type="dxa"/>
          </w:tcPr>
          <w:p w14:paraId="269EBDCA" w14:textId="19DECB90" w:rsidR="002A36AE" w:rsidRDefault="002A36AE" w:rsidP="002A36A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Il kit di accumulo inerziale Hydro Kit modello ITM-25 per pompa di calore Mirai SMI EH</w:t>
            </w:r>
            <w:r w:rsidR="00D52C07">
              <w:rPr>
                <w:rFonts w:ascii="Poppins" w:hAnsi="Poppins" w:cs="Poppins"/>
                <w:sz w:val="20"/>
              </w:rPr>
              <w:t>10</w:t>
            </w:r>
            <w:r>
              <w:rPr>
                <w:rFonts w:ascii="Poppins" w:hAnsi="Poppins" w:cs="Poppins"/>
                <w:sz w:val="20"/>
              </w:rPr>
              <w:t>18DC è stato progettato per essere installato sotto la pompa di calore per minimizzare i cicli di acceso/spento e garantire il contenuto minimo di acqua nell’impianto.</w:t>
            </w:r>
          </w:p>
          <w:p w14:paraId="0CC1519B" w14:textId="77777777" w:rsidR="00006F3C" w:rsidRDefault="00006F3C" w:rsidP="00D1360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B02A62" w14:textId="77777777" w:rsidR="00006F3C" w:rsidRDefault="00006F3C" w:rsidP="00006F3C">
            <w:pPr>
              <w:jc w:val="both"/>
              <w:rPr>
                <w:rFonts w:ascii="Poppins" w:hAnsi="Poppins" w:cs="Poppins"/>
                <w:sz w:val="20"/>
              </w:rPr>
            </w:pPr>
            <w:r w:rsidRPr="00006F3C">
              <w:rPr>
                <w:rFonts w:ascii="Poppins" w:hAnsi="Poppins" w:cs="Poppins"/>
                <w:sz w:val="20"/>
              </w:rPr>
              <w:t>Il kit contiene i componenti indispensabili per l'installazione idraulica delle pompe di calore:</w:t>
            </w:r>
          </w:p>
          <w:p w14:paraId="3F56D9D4" w14:textId="692828E9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t>Accumulo inerziale da 26 litri</w:t>
            </w:r>
          </w:p>
          <w:p w14:paraId="01EF66E5" w14:textId="38629B97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lastRenderedPageBreak/>
              <w:t>Vaso di espansione da 10 litri</w:t>
            </w:r>
          </w:p>
          <w:p w14:paraId="584B209A" w14:textId="4ABEACD5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t>Manometro 0</w:t>
            </w:r>
            <w:r w:rsidR="004F005D" w:rsidRPr="002A36AE">
              <w:rPr>
                <w:rFonts w:ascii="Poppins" w:hAnsi="Poppins" w:cs="Poppins"/>
              </w:rPr>
              <w:t xml:space="preserve"> - </w:t>
            </w:r>
            <w:r w:rsidRPr="002A36AE">
              <w:rPr>
                <w:rFonts w:ascii="Poppins" w:hAnsi="Poppins" w:cs="Poppins"/>
              </w:rPr>
              <w:t>10 bar</w:t>
            </w:r>
          </w:p>
          <w:p w14:paraId="552EA3BD" w14:textId="3534D36A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t>Valvola di sfiato aria</w:t>
            </w:r>
          </w:p>
          <w:p w14:paraId="794C7ACC" w14:textId="4C9964BB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t>Filtro acqua</w:t>
            </w:r>
          </w:p>
          <w:p w14:paraId="060FEEF5" w14:textId="6F3ADF21" w:rsidR="00006F3C" w:rsidRPr="002A36AE" w:rsidRDefault="00006F3C" w:rsidP="002A36AE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A36AE">
              <w:rPr>
                <w:rFonts w:ascii="Poppins" w:hAnsi="Poppins" w:cs="Poppins"/>
              </w:rPr>
              <w:t>Predisposizione per installazione misuratore di portata</w:t>
            </w:r>
          </w:p>
          <w:p w14:paraId="2C4ED072" w14:textId="77777777" w:rsidR="00006F3C" w:rsidRPr="009039DF" w:rsidRDefault="00006F3C" w:rsidP="00006F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9F7C07" w14:textId="77777777" w:rsidR="00006F3C" w:rsidRPr="00766AAB" w:rsidRDefault="00006F3C" w:rsidP="00006F3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66AA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F6617D9" w14:textId="7A9C197F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Classe di efficienza energetica: C</w:t>
            </w:r>
          </w:p>
          <w:p w14:paraId="5AADAA9C" w14:textId="4802F9A8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Dispersione specifica: 40 W (EN 12897:2020)</w:t>
            </w:r>
          </w:p>
          <w:p w14:paraId="53770726" w14:textId="41AA69C5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Volume nominale (utile) dell’accumulo: 26 litri</w:t>
            </w:r>
          </w:p>
          <w:p w14:paraId="185A2CE6" w14:textId="723F2AD5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Pressione massima di progetto: 3 bar</w:t>
            </w:r>
          </w:p>
          <w:p w14:paraId="56794334" w14:textId="1C0543E1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Pressione i prova: 6 bar</w:t>
            </w:r>
          </w:p>
          <w:p w14:paraId="0513FEF5" w14:textId="476ACAD5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Temperatura massima di sicurezza: 95°C</w:t>
            </w:r>
          </w:p>
          <w:p w14:paraId="6B28A10B" w14:textId="74463E1F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Dimensioni (</w:t>
            </w:r>
            <w:proofErr w:type="spellStart"/>
            <w:r w:rsidRPr="00CE1A97">
              <w:rPr>
                <w:rFonts w:ascii="Poppins" w:hAnsi="Poppins" w:cs="Poppins"/>
              </w:rPr>
              <w:t>LxPxH</w:t>
            </w:r>
            <w:proofErr w:type="spellEnd"/>
            <w:r w:rsidRPr="00CE1A97">
              <w:rPr>
                <w:rFonts w:ascii="Poppins" w:hAnsi="Poppins" w:cs="Poppins"/>
              </w:rPr>
              <w:t>): 1003x437x502 mm</w:t>
            </w:r>
          </w:p>
          <w:p w14:paraId="10B70B00" w14:textId="09ADCB03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Peso (senza acqua): 44 kg</w:t>
            </w:r>
          </w:p>
          <w:p w14:paraId="592DB6F8" w14:textId="7AB82AB5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Temperatura esterna di lavoro: 0</w:t>
            </w:r>
            <w:r w:rsidR="004F005D" w:rsidRPr="00CE1A97">
              <w:rPr>
                <w:rFonts w:ascii="Poppins" w:hAnsi="Poppins" w:cs="Poppins"/>
              </w:rPr>
              <w:t xml:space="preserve"> - </w:t>
            </w:r>
            <w:r w:rsidRPr="00CE1A97">
              <w:rPr>
                <w:rFonts w:ascii="Poppins" w:hAnsi="Poppins" w:cs="Poppins"/>
              </w:rPr>
              <w:t>40 °C</w:t>
            </w:r>
          </w:p>
          <w:p w14:paraId="49D13C3B" w14:textId="4A0FDCAE" w:rsidR="00006F3C" w:rsidRPr="00CE1A97" w:rsidRDefault="00006F3C" w:rsidP="00CE1A9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CE1A97">
              <w:rPr>
                <w:rFonts w:ascii="Poppins" w:hAnsi="Poppins" w:cs="Poppins"/>
              </w:rPr>
              <w:t>Temperatura acqua: 5</w:t>
            </w:r>
            <w:r w:rsidR="004F005D" w:rsidRPr="00CE1A97">
              <w:rPr>
                <w:rFonts w:ascii="Poppins" w:hAnsi="Poppins" w:cs="Poppins"/>
              </w:rPr>
              <w:t xml:space="preserve"> - </w:t>
            </w:r>
            <w:r w:rsidRPr="00CE1A97">
              <w:rPr>
                <w:rFonts w:ascii="Poppins" w:hAnsi="Poppins" w:cs="Poppins"/>
              </w:rPr>
              <w:t>60 °C</w:t>
            </w:r>
          </w:p>
          <w:p w14:paraId="5CD52143" w14:textId="77777777" w:rsidR="00766AAB" w:rsidRPr="00766AAB" w:rsidRDefault="00766AAB" w:rsidP="00766AA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70" w14:textId="52716664" w:rsidR="00D13602" w:rsidRPr="009039DF" w:rsidRDefault="00D13602" w:rsidP="007B7A6E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318F2">
              <w:rPr>
                <w:rFonts w:ascii="Poppins" w:hAnsi="Poppins" w:cs="Poppins"/>
                <w:b/>
                <w:sz w:val="20"/>
              </w:rPr>
              <w:t>Emmeti</w:t>
            </w:r>
            <w:r w:rsidR="004F005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D13602">
              <w:rPr>
                <w:rFonts w:ascii="Poppins" w:hAnsi="Poppins" w:cs="Poppins"/>
                <w:b/>
                <w:sz w:val="20"/>
              </w:rPr>
              <w:t xml:space="preserve">Kit accumulo inerziale Hydro Kit ITM-25 sotto pompa di calore </w:t>
            </w:r>
            <w:r w:rsidR="00566F05">
              <w:rPr>
                <w:rFonts w:ascii="Poppins" w:hAnsi="Poppins" w:cs="Poppins"/>
                <w:b/>
                <w:sz w:val="20"/>
              </w:rPr>
              <w:t>Mirai SMI</w:t>
            </w:r>
            <w:r w:rsidRPr="00D13602">
              <w:rPr>
                <w:rFonts w:ascii="Poppins" w:hAnsi="Poppins" w:cs="Poppins"/>
                <w:b/>
                <w:sz w:val="20"/>
              </w:rPr>
              <w:t xml:space="preserve"> EH</w:t>
            </w:r>
            <w:r>
              <w:rPr>
                <w:rFonts w:ascii="Poppins" w:hAnsi="Poppins" w:cs="Poppins"/>
                <w:b/>
                <w:sz w:val="20"/>
              </w:rPr>
              <w:t>10</w:t>
            </w:r>
            <w:r w:rsidRPr="00D13602">
              <w:rPr>
                <w:rFonts w:ascii="Poppins" w:hAnsi="Poppins" w:cs="Poppins"/>
                <w:b/>
                <w:sz w:val="20"/>
              </w:rPr>
              <w:t>18DC</w:t>
            </w:r>
            <w:r w:rsidR="007B7A6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 w:rsidR="00006F3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13602" w:rsidRPr="007E69BB" w14:paraId="1381847A" w14:textId="77777777" w:rsidTr="00610F7D">
        <w:tc>
          <w:tcPr>
            <w:tcW w:w="1398" w:type="dxa"/>
          </w:tcPr>
          <w:p w14:paraId="13818472" w14:textId="173D8E4A" w:rsidR="00D13602" w:rsidRPr="009039DF" w:rsidRDefault="00D318F2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281705</w:t>
            </w:r>
            <w:r w:rsidR="00D8585D">
              <w:rPr>
                <w:rFonts w:ascii="Poppins" w:hAnsi="Poppins" w:cs="Poppins"/>
                <w:sz w:val="20"/>
              </w:rPr>
              <w:t>64</w:t>
            </w:r>
          </w:p>
        </w:tc>
        <w:tc>
          <w:tcPr>
            <w:tcW w:w="2297" w:type="dxa"/>
          </w:tcPr>
          <w:p w14:paraId="12343C2A" w14:textId="0D721EE8" w:rsidR="00D13602" w:rsidRDefault="00D13602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accumulo inerziale Hydro Kit ITM-25 sotto pompa di calore </w:t>
            </w:r>
            <w:r w:rsidR="004F6EF6">
              <w:rPr>
                <w:rFonts w:ascii="Poppins" w:hAnsi="Poppins" w:cs="Poppins"/>
                <w:sz w:val="20"/>
              </w:rPr>
              <w:t>Mirai SMI</w:t>
            </w:r>
            <w:r>
              <w:rPr>
                <w:rFonts w:ascii="Poppins" w:hAnsi="Poppins" w:cs="Poppins"/>
                <w:sz w:val="20"/>
              </w:rPr>
              <w:t xml:space="preserve"> EH</w:t>
            </w:r>
            <w:r w:rsidR="00CC0D03">
              <w:rPr>
                <w:rFonts w:ascii="Poppins" w:hAnsi="Poppins" w:cs="Poppins"/>
                <w:sz w:val="20"/>
              </w:rPr>
              <w:t>12</w:t>
            </w:r>
            <w:r>
              <w:rPr>
                <w:rFonts w:ascii="Poppins" w:hAnsi="Poppins" w:cs="Poppins"/>
                <w:sz w:val="20"/>
              </w:rPr>
              <w:t>18DC, EH1618DC e EH1718D3</w:t>
            </w:r>
          </w:p>
          <w:p w14:paraId="13818473" w14:textId="2BCCF3E1" w:rsidR="00D13602" w:rsidRPr="009039DF" w:rsidRDefault="00D13602" w:rsidP="00D1360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5803" w:type="dxa"/>
          </w:tcPr>
          <w:p w14:paraId="2CB1B49B" w14:textId="652ED54D" w:rsidR="00D13602" w:rsidRDefault="00D13602" w:rsidP="00D1360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Il kit di accumulo inerziale </w:t>
            </w:r>
            <w:r w:rsidR="00D8585D">
              <w:rPr>
                <w:rFonts w:ascii="Poppins" w:hAnsi="Poppins" w:cs="Poppins"/>
                <w:sz w:val="20"/>
              </w:rPr>
              <w:t xml:space="preserve">Hydro Kit </w:t>
            </w:r>
            <w:r>
              <w:rPr>
                <w:rFonts w:ascii="Poppins" w:hAnsi="Poppins" w:cs="Poppins"/>
                <w:sz w:val="20"/>
              </w:rPr>
              <w:t>modello ITM-25 per pomp</w:t>
            </w:r>
            <w:r w:rsidR="00CC0D03">
              <w:rPr>
                <w:rFonts w:ascii="Poppins" w:hAnsi="Poppins" w:cs="Poppins"/>
                <w:sz w:val="20"/>
              </w:rPr>
              <w:t>e</w:t>
            </w:r>
            <w:r>
              <w:rPr>
                <w:rFonts w:ascii="Poppins" w:hAnsi="Poppins" w:cs="Poppins"/>
                <w:sz w:val="20"/>
              </w:rPr>
              <w:t xml:space="preserve"> di calore </w:t>
            </w:r>
            <w:r w:rsidR="00566F05">
              <w:rPr>
                <w:rFonts w:ascii="Poppins" w:hAnsi="Poppins" w:cs="Poppins"/>
                <w:sz w:val="20"/>
              </w:rPr>
              <w:t>Mirai SMI</w:t>
            </w:r>
            <w:r>
              <w:rPr>
                <w:rFonts w:ascii="Poppins" w:hAnsi="Poppins" w:cs="Poppins"/>
                <w:sz w:val="20"/>
              </w:rPr>
              <w:t xml:space="preserve"> EH</w:t>
            </w:r>
            <w:r w:rsidR="00CC0D03">
              <w:rPr>
                <w:rFonts w:ascii="Poppins" w:hAnsi="Poppins" w:cs="Poppins"/>
                <w:sz w:val="20"/>
              </w:rPr>
              <w:t>12</w:t>
            </w:r>
            <w:r>
              <w:rPr>
                <w:rFonts w:ascii="Poppins" w:hAnsi="Poppins" w:cs="Poppins"/>
                <w:sz w:val="20"/>
              </w:rPr>
              <w:t>18DC, EH1618DC e EH1718D3,  è stato progettato per essere installato sotto la pompa di calore per minimizzare i cicli di acceso/spento e garantire il contenuto minimo di acqua nell’impianto.</w:t>
            </w:r>
          </w:p>
          <w:p w14:paraId="33101639" w14:textId="77777777" w:rsidR="00006F3C" w:rsidRDefault="00006F3C" w:rsidP="00D1360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2B3496" w14:textId="77777777" w:rsidR="00006F3C" w:rsidRDefault="00006F3C" w:rsidP="00006F3C">
            <w:pPr>
              <w:jc w:val="both"/>
              <w:rPr>
                <w:rFonts w:ascii="Poppins" w:hAnsi="Poppins" w:cs="Poppins"/>
                <w:sz w:val="20"/>
              </w:rPr>
            </w:pPr>
            <w:r w:rsidRPr="00006F3C">
              <w:rPr>
                <w:rFonts w:ascii="Poppins" w:hAnsi="Poppins" w:cs="Poppins"/>
                <w:sz w:val="20"/>
              </w:rPr>
              <w:t>Il kit contiene i componenti indispensabili per l'installazione idraulica delle pompe di calore:</w:t>
            </w:r>
          </w:p>
          <w:p w14:paraId="4F8D5F98" w14:textId="2563BF15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Accumulo inerziale da 26 litri</w:t>
            </w:r>
          </w:p>
          <w:p w14:paraId="7D9922DB" w14:textId="462E1144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Vaso di espansione da 10 litri</w:t>
            </w:r>
          </w:p>
          <w:p w14:paraId="76DB2730" w14:textId="0DCD5796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Manometro 0</w:t>
            </w:r>
            <w:r w:rsidR="004F005D" w:rsidRPr="002301F6">
              <w:rPr>
                <w:rFonts w:ascii="Poppins" w:hAnsi="Poppins" w:cs="Poppins"/>
              </w:rPr>
              <w:t xml:space="preserve"> - </w:t>
            </w:r>
            <w:r w:rsidRPr="002301F6">
              <w:rPr>
                <w:rFonts w:ascii="Poppins" w:hAnsi="Poppins" w:cs="Poppins"/>
              </w:rPr>
              <w:t>10 bar</w:t>
            </w:r>
          </w:p>
          <w:p w14:paraId="507B518D" w14:textId="192E8863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Valvola di sfiato aria</w:t>
            </w:r>
          </w:p>
          <w:p w14:paraId="25F46478" w14:textId="31E2823B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Filtro acqua</w:t>
            </w:r>
          </w:p>
          <w:p w14:paraId="2BBF05B2" w14:textId="2D8041EA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Predisposizione per installazione misuratore di portata</w:t>
            </w:r>
          </w:p>
          <w:p w14:paraId="5A4A36AF" w14:textId="77777777" w:rsidR="00006F3C" w:rsidRPr="009039DF" w:rsidRDefault="00006F3C" w:rsidP="00006F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20BA2D" w14:textId="77777777" w:rsidR="00006F3C" w:rsidRPr="00766AAB" w:rsidRDefault="00006F3C" w:rsidP="00006F3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66AA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E93520D" w14:textId="633338A5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Classe di efficienza energetica: C</w:t>
            </w:r>
          </w:p>
          <w:p w14:paraId="34BF8062" w14:textId="05EA6E7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Dispersione specifica: 40 W (EN 12897:2020)</w:t>
            </w:r>
          </w:p>
          <w:p w14:paraId="31AD0A44" w14:textId="6686929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lastRenderedPageBreak/>
              <w:t>Volume nominale (utile) dell’accumulo: 26 litri</w:t>
            </w:r>
          </w:p>
          <w:p w14:paraId="566FA44D" w14:textId="7336D71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Pressione massima di progetto: 3 bar</w:t>
            </w:r>
          </w:p>
          <w:p w14:paraId="13FEF066" w14:textId="3AB7D8AA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Pressione i prova: 6 bar</w:t>
            </w:r>
          </w:p>
          <w:p w14:paraId="3659250A" w14:textId="380A5C0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Temperatura massima di sicurezza: 95°C</w:t>
            </w:r>
          </w:p>
          <w:p w14:paraId="14EEBC03" w14:textId="47E54724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Dimensioni (</w:t>
            </w:r>
            <w:proofErr w:type="spellStart"/>
            <w:r w:rsidRPr="002301F6">
              <w:rPr>
                <w:rFonts w:ascii="Poppins" w:hAnsi="Poppins" w:cs="Poppins"/>
              </w:rPr>
              <w:t>LxPxH</w:t>
            </w:r>
            <w:proofErr w:type="spellEnd"/>
            <w:r w:rsidRPr="002301F6">
              <w:rPr>
                <w:rFonts w:ascii="Poppins" w:hAnsi="Poppins" w:cs="Poppins"/>
              </w:rPr>
              <w:t>): 1003x437x502 mm</w:t>
            </w:r>
          </w:p>
          <w:p w14:paraId="25AF8E97" w14:textId="3BC0B9F2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Peso (senza acqua): 44 kg</w:t>
            </w:r>
          </w:p>
          <w:p w14:paraId="5AFE05FA" w14:textId="6431B38B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Temperatura esterna di lavoro: 0</w:t>
            </w:r>
            <w:r w:rsidR="004F005D" w:rsidRPr="002301F6">
              <w:rPr>
                <w:rFonts w:ascii="Poppins" w:hAnsi="Poppins" w:cs="Poppins"/>
              </w:rPr>
              <w:t xml:space="preserve"> - </w:t>
            </w:r>
            <w:r w:rsidRPr="002301F6">
              <w:rPr>
                <w:rFonts w:ascii="Poppins" w:hAnsi="Poppins" w:cs="Poppins"/>
              </w:rPr>
              <w:t>40 °C</w:t>
            </w:r>
          </w:p>
          <w:p w14:paraId="5E3840D4" w14:textId="02BE0E40" w:rsidR="00006F3C" w:rsidRPr="002301F6" w:rsidRDefault="00006F3C" w:rsidP="002301F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2301F6">
              <w:rPr>
                <w:rFonts w:ascii="Poppins" w:hAnsi="Poppins" w:cs="Poppins"/>
              </w:rPr>
              <w:t>Temperatura acqua: 5</w:t>
            </w:r>
            <w:r w:rsidR="004F005D" w:rsidRPr="002301F6">
              <w:rPr>
                <w:rFonts w:ascii="Poppins" w:hAnsi="Poppins" w:cs="Poppins"/>
              </w:rPr>
              <w:t xml:space="preserve"> - </w:t>
            </w:r>
            <w:r w:rsidRPr="002301F6">
              <w:rPr>
                <w:rFonts w:ascii="Poppins" w:hAnsi="Poppins" w:cs="Poppins"/>
              </w:rPr>
              <w:t>60 °C</w:t>
            </w:r>
          </w:p>
          <w:p w14:paraId="66BF6DB3" w14:textId="77777777" w:rsidR="00766AAB" w:rsidRPr="00766AAB" w:rsidRDefault="00766AAB" w:rsidP="00766AA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79" w14:textId="36114153" w:rsidR="00D13602" w:rsidRPr="009039DF" w:rsidRDefault="00D13602" w:rsidP="00D1360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318F2">
              <w:rPr>
                <w:rFonts w:ascii="Poppins" w:hAnsi="Poppins" w:cs="Poppins"/>
                <w:b/>
                <w:sz w:val="20"/>
              </w:rPr>
              <w:t>Emmeti</w:t>
            </w:r>
            <w:r w:rsidR="004F005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>Modello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D13602">
              <w:rPr>
                <w:rFonts w:ascii="Poppins" w:hAnsi="Poppins" w:cs="Poppins"/>
                <w:b/>
                <w:sz w:val="20"/>
              </w:rPr>
              <w:t xml:space="preserve">Kit accumulo inerziale Hydro Kit ITM-25 sotto pompa di calore </w:t>
            </w:r>
            <w:r w:rsidR="004F6EF6">
              <w:rPr>
                <w:rFonts w:ascii="Poppins" w:hAnsi="Poppins" w:cs="Poppins"/>
                <w:b/>
                <w:sz w:val="20"/>
              </w:rPr>
              <w:t>Mirai SMI</w:t>
            </w:r>
            <w:r w:rsidRPr="00D13602">
              <w:rPr>
                <w:rFonts w:ascii="Poppins" w:hAnsi="Poppins" w:cs="Poppins"/>
                <w:b/>
                <w:sz w:val="20"/>
              </w:rPr>
              <w:t xml:space="preserve"> EH</w:t>
            </w:r>
            <w:r>
              <w:rPr>
                <w:rFonts w:ascii="Poppins" w:hAnsi="Poppins" w:cs="Poppins"/>
                <w:b/>
                <w:sz w:val="20"/>
              </w:rPr>
              <w:t>12</w:t>
            </w:r>
            <w:r w:rsidRPr="00D13602">
              <w:rPr>
                <w:rFonts w:ascii="Poppins" w:hAnsi="Poppins" w:cs="Poppins"/>
                <w:b/>
                <w:sz w:val="20"/>
              </w:rPr>
              <w:t>18DC, EH1618DC e EH1718D3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 w:rsidR="00006F3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73C45" w:rsidRPr="007E69BB" w14:paraId="09195FFE" w14:textId="77777777" w:rsidTr="00610F7D">
        <w:tc>
          <w:tcPr>
            <w:tcW w:w="1398" w:type="dxa"/>
          </w:tcPr>
          <w:p w14:paraId="42F9FD6D" w14:textId="3C6923EB" w:rsidR="00773C45" w:rsidRDefault="00773C45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28170556</w:t>
            </w:r>
          </w:p>
        </w:tc>
        <w:tc>
          <w:tcPr>
            <w:tcW w:w="2297" w:type="dxa"/>
          </w:tcPr>
          <w:p w14:paraId="0B7C1FDC" w14:textId="74F6EE9B" w:rsidR="00773C45" w:rsidRDefault="00773C45" w:rsidP="00D136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Kit per collegamento caldaia a Hydro Kit ITM-25</w:t>
            </w:r>
          </w:p>
        </w:tc>
        <w:tc>
          <w:tcPr>
            <w:tcW w:w="5803" w:type="dxa"/>
          </w:tcPr>
          <w:p w14:paraId="7282F759" w14:textId="77777777" w:rsidR="00773C45" w:rsidRDefault="00824E43" w:rsidP="00D1360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Consente di collegare una caldaia in parallelo sull’accumulo inerziale Hydro Kit ITM-25 (che funge pertanto da separatore </w:t>
            </w:r>
            <w:r w:rsidR="00520D4F">
              <w:rPr>
                <w:rFonts w:ascii="Poppins" w:hAnsi="Poppins" w:cs="Poppins"/>
                <w:sz w:val="20"/>
              </w:rPr>
              <w:t>idraulico/disgiuntore).</w:t>
            </w:r>
          </w:p>
          <w:p w14:paraId="1579139B" w14:textId="77777777" w:rsidR="00520D4F" w:rsidRDefault="003700E2" w:rsidP="00D1360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Installazione sul circuito di ritorno </w:t>
            </w:r>
            <w:r w:rsidR="0053749C">
              <w:rPr>
                <w:rFonts w:ascii="Poppins" w:hAnsi="Poppins" w:cs="Poppins"/>
                <w:sz w:val="20"/>
              </w:rPr>
              <w:t>in ingresso alla pompa di calore.</w:t>
            </w:r>
          </w:p>
          <w:p w14:paraId="36D62990" w14:textId="77777777" w:rsidR="0053749C" w:rsidRDefault="0053749C" w:rsidP="00D1360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DEE58F" w14:textId="34EBDEBB" w:rsidR="0053749C" w:rsidRPr="0053749C" w:rsidRDefault="0053749C" w:rsidP="00D1360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3749C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53749C">
              <w:rPr>
                <w:rFonts w:ascii="Poppins" w:hAnsi="Poppins" w:cs="Poppins"/>
                <w:b/>
                <w:bCs/>
                <w:sz w:val="20"/>
              </w:rPr>
              <w:t>Kit per collegamento caldaia a Hydro Kit ITM-25</w:t>
            </w:r>
            <w:r w:rsidRPr="0053749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13818523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4B8C7" w14:textId="77777777" w:rsidR="005A5D78" w:rsidRDefault="005A5D78">
      <w:r>
        <w:separator/>
      </w:r>
    </w:p>
  </w:endnote>
  <w:endnote w:type="continuationSeparator" w:id="0">
    <w:p w14:paraId="62FA406C" w14:textId="77777777" w:rsidR="005A5D78" w:rsidRDefault="005A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852B" w14:textId="77777777" w:rsidR="00D13602" w:rsidRDefault="00D13602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D13602" w14:paraId="1381852E" w14:textId="77777777" w:rsidTr="004706FD">
      <w:tc>
        <w:tcPr>
          <w:tcW w:w="4534" w:type="dxa"/>
        </w:tcPr>
        <w:p w14:paraId="1381852C" w14:textId="02E87B57" w:rsidR="00D13602" w:rsidRPr="00C86331" w:rsidRDefault="00D13602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>Hydro Kit ITM-25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381852D" w14:textId="2B3F4446" w:rsidR="00D13602" w:rsidRPr="00EC29FF" w:rsidRDefault="00D13602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3749C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381852F" w14:textId="77777777" w:rsidR="00D13602" w:rsidRPr="005C61B9" w:rsidRDefault="00D13602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3818532" wp14:editId="1381853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79B7C" w14:textId="77777777" w:rsidR="005A5D78" w:rsidRDefault="005A5D78">
      <w:r>
        <w:separator/>
      </w:r>
    </w:p>
  </w:footnote>
  <w:footnote w:type="continuationSeparator" w:id="0">
    <w:p w14:paraId="4AD95DEA" w14:textId="77777777" w:rsidR="005A5D78" w:rsidRDefault="005A5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8528" w14:textId="77777777" w:rsidR="00D13602" w:rsidRDefault="00D13602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3818530" wp14:editId="13818531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3818529" w14:textId="77777777" w:rsidR="00D13602" w:rsidRPr="00D440AE" w:rsidRDefault="00D13602" w:rsidP="00CC31A7">
    <w:pPr>
      <w:pStyle w:val="Intestazione"/>
      <w:jc w:val="center"/>
      <w:rPr>
        <w:sz w:val="16"/>
        <w:szCs w:val="16"/>
      </w:rPr>
    </w:pPr>
  </w:p>
  <w:p w14:paraId="1381852A" w14:textId="77777777" w:rsidR="00D13602" w:rsidRPr="00D440AE" w:rsidRDefault="00D13602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7562B"/>
    <w:multiLevelType w:val="hybridMultilevel"/>
    <w:tmpl w:val="F240238E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D7487"/>
    <w:multiLevelType w:val="hybridMultilevel"/>
    <w:tmpl w:val="F992EC94"/>
    <w:lvl w:ilvl="0" w:tplc="B67E857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E1B0E"/>
    <w:multiLevelType w:val="hybridMultilevel"/>
    <w:tmpl w:val="2A5A0FBA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46C47"/>
    <w:multiLevelType w:val="hybridMultilevel"/>
    <w:tmpl w:val="63F29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2F02E94"/>
    <w:multiLevelType w:val="hybridMultilevel"/>
    <w:tmpl w:val="6FFEFF02"/>
    <w:lvl w:ilvl="0" w:tplc="24B6E36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E362B"/>
    <w:multiLevelType w:val="hybridMultilevel"/>
    <w:tmpl w:val="9E06B242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925373"/>
    <w:multiLevelType w:val="hybridMultilevel"/>
    <w:tmpl w:val="0838B6C2"/>
    <w:lvl w:ilvl="0" w:tplc="EC72807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D0511"/>
    <w:multiLevelType w:val="hybridMultilevel"/>
    <w:tmpl w:val="FD821E06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2118A"/>
    <w:multiLevelType w:val="hybridMultilevel"/>
    <w:tmpl w:val="1FF8CFC6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6875C6"/>
    <w:multiLevelType w:val="hybridMultilevel"/>
    <w:tmpl w:val="7C5C4D4C"/>
    <w:lvl w:ilvl="0" w:tplc="D94CB19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799262">
    <w:abstractNumId w:val="24"/>
  </w:num>
  <w:num w:numId="2" w16cid:durableId="2002655367">
    <w:abstractNumId w:val="23"/>
  </w:num>
  <w:num w:numId="3" w16cid:durableId="427047416">
    <w:abstractNumId w:val="9"/>
  </w:num>
  <w:num w:numId="4" w16cid:durableId="1341812430">
    <w:abstractNumId w:val="3"/>
  </w:num>
  <w:num w:numId="5" w16cid:durableId="1908414884">
    <w:abstractNumId w:val="18"/>
  </w:num>
  <w:num w:numId="6" w16cid:durableId="150760612">
    <w:abstractNumId w:val="15"/>
  </w:num>
  <w:num w:numId="7" w16cid:durableId="1729303566">
    <w:abstractNumId w:val="11"/>
  </w:num>
  <w:num w:numId="8" w16cid:durableId="314258013">
    <w:abstractNumId w:val="15"/>
  </w:num>
  <w:num w:numId="9" w16cid:durableId="775684675">
    <w:abstractNumId w:val="0"/>
  </w:num>
  <w:num w:numId="10" w16cid:durableId="1775176031">
    <w:abstractNumId w:val="15"/>
  </w:num>
  <w:num w:numId="11" w16cid:durableId="1056130090">
    <w:abstractNumId w:val="30"/>
  </w:num>
  <w:num w:numId="12" w16cid:durableId="1049109137">
    <w:abstractNumId w:val="33"/>
  </w:num>
  <w:num w:numId="13" w16cid:durableId="510605525">
    <w:abstractNumId w:val="28"/>
  </w:num>
  <w:num w:numId="14" w16cid:durableId="1729375068">
    <w:abstractNumId w:val="12"/>
  </w:num>
  <w:num w:numId="15" w16cid:durableId="1640649430">
    <w:abstractNumId w:val="31"/>
  </w:num>
  <w:num w:numId="16" w16cid:durableId="19741685">
    <w:abstractNumId w:val="37"/>
  </w:num>
  <w:num w:numId="17" w16cid:durableId="1253662911">
    <w:abstractNumId w:val="40"/>
  </w:num>
  <w:num w:numId="18" w16cid:durableId="1445347216">
    <w:abstractNumId w:val="32"/>
  </w:num>
  <w:num w:numId="19" w16cid:durableId="920607216">
    <w:abstractNumId w:val="1"/>
  </w:num>
  <w:num w:numId="20" w16cid:durableId="469519030">
    <w:abstractNumId w:val="2"/>
  </w:num>
  <w:num w:numId="21" w16cid:durableId="2057584931">
    <w:abstractNumId w:val="19"/>
  </w:num>
  <w:num w:numId="22" w16cid:durableId="233467701">
    <w:abstractNumId w:val="5"/>
  </w:num>
  <w:num w:numId="23" w16cid:durableId="1339894316">
    <w:abstractNumId w:val="27"/>
  </w:num>
  <w:num w:numId="24" w16cid:durableId="1137799112">
    <w:abstractNumId w:val="38"/>
  </w:num>
  <w:num w:numId="25" w16cid:durableId="1937904026">
    <w:abstractNumId w:val="10"/>
  </w:num>
  <w:num w:numId="26" w16cid:durableId="776020882">
    <w:abstractNumId w:val="13"/>
  </w:num>
  <w:num w:numId="27" w16cid:durableId="766657251">
    <w:abstractNumId w:val="35"/>
  </w:num>
  <w:num w:numId="28" w16cid:durableId="650137412">
    <w:abstractNumId w:val="16"/>
  </w:num>
  <w:num w:numId="29" w16cid:durableId="971905170">
    <w:abstractNumId w:val="4"/>
  </w:num>
  <w:num w:numId="30" w16cid:durableId="939920088">
    <w:abstractNumId w:val="21"/>
  </w:num>
  <w:num w:numId="31" w16cid:durableId="395204363">
    <w:abstractNumId w:val="36"/>
  </w:num>
  <w:num w:numId="32" w16cid:durableId="642657178">
    <w:abstractNumId w:val="8"/>
  </w:num>
  <w:num w:numId="33" w16cid:durableId="1539782310">
    <w:abstractNumId w:val="8"/>
  </w:num>
  <w:num w:numId="34" w16cid:durableId="432675316">
    <w:abstractNumId w:val="6"/>
  </w:num>
  <w:num w:numId="35" w16cid:durableId="686366807">
    <w:abstractNumId w:val="26"/>
  </w:num>
  <w:num w:numId="36" w16cid:durableId="395401810">
    <w:abstractNumId w:val="29"/>
  </w:num>
  <w:num w:numId="37" w16cid:durableId="1104418156">
    <w:abstractNumId w:val="22"/>
  </w:num>
  <w:num w:numId="38" w16cid:durableId="2019429126">
    <w:abstractNumId w:val="14"/>
  </w:num>
  <w:num w:numId="39" w16cid:durableId="25370453">
    <w:abstractNumId w:val="20"/>
  </w:num>
  <w:num w:numId="40" w16cid:durableId="782307037">
    <w:abstractNumId w:val="41"/>
  </w:num>
  <w:num w:numId="41" w16cid:durableId="1308432329">
    <w:abstractNumId w:val="17"/>
  </w:num>
  <w:num w:numId="42" w16cid:durableId="1727100585">
    <w:abstractNumId w:val="7"/>
  </w:num>
  <w:num w:numId="43" w16cid:durableId="912424786">
    <w:abstractNumId w:val="25"/>
  </w:num>
  <w:num w:numId="44" w16cid:durableId="409691735">
    <w:abstractNumId w:val="39"/>
  </w:num>
  <w:num w:numId="45" w16cid:durableId="163455908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6F3C"/>
    <w:rsid w:val="00023AE9"/>
    <w:rsid w:val="00027080"/>
    <w:rsid w:val="000639F1"/>
    <w:rsid w:val="0006784D"/>
    <w:rsid w:val="000839F7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8105A"/>
    <w:rsid w:val="00182F4B"/>
    <w:rsid w:val="00195A49"/>
    <w:rsid w:val="001A5581"/>
    <w:rsid w:val="001B0AFA"/>
    <w:rsid w:val="001D365F"/>
    <w:rsid w:val="001E6403"/>
    <w:rsid w:val="001F782F"/>
    <w:rsid w:val="0023000E"/>
    <w:rsid w:val="002301F6"/>
    <w:rsid w:val="002346C2"/>
    <w:rsid w:val="00263BF8"/>
    <w:rsid w:val="00264BCF"/>
    <w:rsid w:val="00265E96"/>
    <w:rsid w:val="0028448D"/>
    <w:rsid w:val="00285A03"/>
    <w:rsid w:val="002862D2"/>
    <w:rsid w:val="002A36AE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00E2"/>
    <w:rsid w:val="003716B5"/>
    <w:rsid w:val="00372ECE"/>
    <w:rsid w:val="003849B6"/>
    <w:rsid w:val="003A6D33"/>
    <w:rsid w:val="003B0FFE"/>
    <w:rsid w:val="003D4BE3"/>
    <w:rsid w:val="003F4EF6"/>
    <w:rsid w:val="00424B33"/>
    <w:rsid w:val="004272FC"/>
    <w:rsid w:val="00433C12"/>
    <w:rsid w:val="0044592F"/>
    <w:rsid w:val="00447EFC"/>
    <w:rsid w:val="004706FD"/>
    <w:rsid w:val="00474537"/>
    <w:rsid w:val="0048382E"/>
    <w:rsid w:val="004F005D"/>
    <w:rsid w:val="004F1A26"/>
    <w:rsid w:val="004F6EF6"/>
    <w:rsid w:val="00520D4F"/>
    <w:rsid w:val="005235FA"/>
    <w:rsid w:val="00525BAE"/>
    <w:rsid w:val="00530F9B"/>
    <w:rsid w:val="005315F1"/>
    <w:rsid w:val="00532DCB"/>
    <w:rsid w:val="00536743"/>
    <w:rsid w:val="0053749C"/>
    <w:rsid w:val="0054295B"/>
    <w:rsid w:val="00562D44"/>
    <w:rsid w:val="00562E55"/>
    <w:rsid w:val="00566F05"/>
    <w:rsid w:val="00584984"/>
    <w:rsid w:val="005A5D78"/>
    <w:rsid w:val="005C61B9"/>
    <w:rsid w:val="005E1169"/>
    <w:rsid w:val="006015C2"/>
    <w:rsid w:val="006040F5"/>
    <w:rsid w:val="00610639"/>
    <w:rsid w:val="00610F7D"/>
    <w:rsid w:val="00620C00"/>
    <w:rsid w:val="00665813"/>
    <w:rsid w:val="00690CC4"/>
    <w:rsid w:val="006B218C"/>
    <w:rsid w:val="006B29B1"/>
    <w:rsid w:val="006B7012"/>
    <w:rsid w:val="006C14CB"/>
    <w:rsid w:val="006C2BE4"/>
    <w:rsid w:val="006D044B"/>
    <w:rsid w:val="006D4FDF"/>
    <w:rsid w:val="006E5C4B"/>
    <w:rsid w:val="006E6F9C"/>
    <w:rsid w:val="006E7402"/>
    <w:rsid w:val="006F1812"/>
    <w:rsid w:val="006F6AB3"/>
    <w:rsid w:val="00710BB8"/>
    <w:rsid w:val="00727388"/>
    <w:rsid w:val="00732642"/>
    <w:rsid w:val="0073789C"/>
    <w:rsid w:val="00745AB1"/>
    <w:rsid w:val="0074712F"/>
    <w:rsid w:val="007569A4"/>
    <w:rsid w:val="00757AC7"/>
    <w:rsid w:val="00766AAB"/>
    <w:rsid w:val="00773C45"/>
    <w:rsid w:val="00782096"/>
    <w:rsid w:val="007B5BA3"/>
    <w:rsid w:val="007B7A6E"/>
    <w:rsid w:val="007D5EC7"/>
    <w:rsid w:val="007E6E02"/>
    <w:rsid w:val="007E7665"/>
    <w:rsid w:val="007F38DE"/>
    <w:rsid w:val="007F4841"/>
    <w:rsid w:val="008014DD"/>
    <w:rsid w:val="0080323F"/>
    <w:rsid w:val="00824E43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8F0A92"/>
    <w:rsid w:val="009027D5"/>
    <w:rsid w:val="009039DF"/>
    <w:rsid w:val="00904071"/>
    <w:rsid w:val="009059BB"/>
    <w:rsid w:val="00923354"/>
    <w:rsid w:val="00931A8A"/>
    <w:rsid w:val="0093284B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865A3"/>
    <w:rsid w:val="00AA3D3E"/>
    <w:rsid w:val="00AC0741"/>
    <w:rsid w:val="00AD05EC"/>
    <w:rsid w:val="00AD1706"/>
    <w:rsid w:val="00AF350C"/>
    <w:rsid w:val="00AF57DC"/>
    <w:rsid w:val="00B16568"/>
    <w:rsid w:val="00B32A10"/>
    <w:rsid w:val="00B406A9"/>
    <w:rsid w:val="00B7475F"/>
    <w:rsid w:val="00B93CD1"/>
    <w:rsid w:val="00BB0104"/>
    <w:rsid w:val="00BB2A5B"/>
    <w:rsid w:val="00BD14D8"/>
    <w:rsid w:val="00BD731B"/>
    <w:rsid w:val="00BF0C76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0D03"/>
    <w:rsid w:val="00CC31A7"/>
    <w:rsid w:val="00CE1A97"/>
    <w:rsid w:val="00CE7C2F"/>
    <w:rsid w:val="00D061A5"/>
    <w:rsid w:val="00D13602"/>
    <w:rsid w:val="00D178ED"/>
    <w:rsid w:val="00D17F30"/>
    <w:rsid w:val="00D2119B"/>
    <w:rsid w:val="00D229AF"/>
    <w:rsid w:val="00D26FD9"/>
    <w:rsid w:val="00D318F2"/>
    <w:rsid w:val="00D40BFD"/>
    <w:rsid w:val="00D440AE"/>
    <w:rsid w:val="00D44371"/>
    <w:rsid w:val="00D52C07"/>
    <w:rsid w:val="00D607EB"/>
    <w:rsid w:val="00D62BDF"/>
    <w:rsid w:val="00D832BB"/>
    <w:rsid w:val="00D8585D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16EF"/>
    <w:rsid w:val="00E7391C"/>
    <w:rsid w:val="00E94BE3"/>
    <w:rsid w:val="00E958E5"/>
    <w:rsid w:val="00EA01C8"/>
    <w:rsid w:val="00EB33B9"/>
    <w:rsid w:val="00EC29FF"/>
    <w:rsid w:val="00ED24CF"/>
    <w:rsid w:val="00EF73E5"/>
    <w:rsid w:val="00F505F4"/>
    <w:rsid w:val="00F50F65"/>
    <w:rsid w:val="00F53758"/>
    <w:rsid w:val="00F542A1"/>
    <w:rsid w:val="00F60A08"/>
    <w:rsid w:val="00F70247"/>
    <w:rsid w:val="00F720D5"/>
    <w:rsid w:val="00FD02BC"/>
    <w:rsid w:val="00FD255D"/>
    <w:rsid w:val="00FD6F97"/>
    <w:rsid w:val="00FF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81844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261C-92CF-473E-9A47-FF639299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3808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15</cp:revision>
  <cp:lastPrinted>2013-11-14T13:48:00Z</cp:lastPrinted>
  <dcterms:created xsi:type="dcterms:W3CDTF">2025-05-15T08:42:00Z</dcterms:created>
  <dcterms:modified xsi:type="dcterms:W3CDTF">2025-05-15T10:02:00Z</dcterms:modified>
</cp:coreProperties>
</file>